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7890ED8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1359">
        <w:rPr>
          <w:rFonts w:ascii="Corbel" w:hAnsi="Corbel"/>
          <w:i/>
          <w:smallCaps/>
          <w:sz w:val="24"/>
          <w:szCs w:val="24"/>
          <w:u w:val="single"/>
        </w:rPr>
        <w:t>202</w:t>
      </w:r>
      <w:r w:rsidR="001962F8">
        <w:rPr>
          <w:rFonts w:ascii="Corbel" w:hAnsi="Corbel"/>
          <w:i/>
          <w:smallCaps/>
          <w:sz w:val="24"/>
          <w:szCs w:val="24"/>
          <w:u w:val="single"/>
        </w:rPr>
        <w:t>1</w:t>
      </w:r>
      <w:r w:rsidR="00301359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1962F8">
        <w:rPr>
          <w:rFonts w:ascii="Corbel" w:hAnsi="Corbel"/>
          <w:i/>
          <w:smallCaps/>
          <w:sz w:val="24"/>
          <w:szCs w:val="24"/>
          <w:u w:val="single"/>
        </w:rPr>
        <w:t>4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26309F1F" w:rsidR="0085747A" w:rsidRDefault="00445970" w:rsidP="00530D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1359">
        <w:rPr>
          <w:rFonts w:ascii="Corbel" w:hAnsi="Corbel"/>
          <w:sz w:val="20"/>
          <w:szCs w:val="20"/>
        </w:rPr>
        <w:t>202</w:t>
      </w:r>
      <w:r w:rsidR="001962F8">
        <w:rPr>
          <w:rFonts w:ascii="Corbel" w:hAnsi="Corbel"/>
          <w:sz w:val="20"/>
          <w:szCs w:val="20"/>
        </w:rPr>
        <w:t>1</w:t>
      </w:r>
      <w:r w:rsidR="00301359">
        <w:rPr>
          <w:rFonts w:ascii="Corbel" w:hAnsi="Corbel"/>
          <w:sz w:val="20"/>
          <w:szCs w:val="20"/>
        </w:rPr>
        <w:t>/202</w:t>
      </w:r>
      <w:r w:rsidR="001962F8">
        <w:rPr>
          <w:rFonts w:ascii="Corbel" w:hAnsi="Corbel"/>
          <w:sz w:val="20"/>
          <w:szCs w:val="20"/>
        </w:rPr>
        <w:t>2</w:t>
      </w:r>
      <w:r w:rsidR="00530DD3">
        <w:rPr>
          <w:rFonts w:ascii="Corbel" w:hAnsi="Corbel"/>
          <w:sz w:val="20"/>
          <w:szCs w:val="20"/>
        </w:rPr>
        <w:t xml:space="preserve">, </w:t>
      </w:r>
      <w:r w:rsidR="00301359">
        <w:rPr>
          <w:rFonts w:ascii="Corbel" w:hAnsi="Corbel"/>
          <w:sz w:val="20"/>
          <w:szCs w:val="20"/>
        </w:rPr>
        <w:t>202</w:t>
      </w:r>
      <w:r w:rsidR="001962F8">
        <w:rPr>
          <w:rFonts w:ascii="Corbel" w:hAnsi="Corbel"/>
          <w:sz w:val="20"/>
          <w:szCs w:val="20"/>
        </w:rPr>
        <w:t>2</w:t>
      </w:r>
      <w:r w:rsidR="00301359">
        <w:rPr>
          <w:rFonts w:ascii="Corbel" w:hAnsi="Corbel"/>
          <w:sz w:val="20"/>
          <w:szCs w:val="20"/>
        </w:rPr>
        <w:t>/202</w:t>
      </w:r>
      <w:r w:rsidR="001962F8">
        <w:rPr>
          <w:rFonts w:ascii="Corbel" w:hAnsi="Corbel"/>
          <w:sz w:val="20"/>
          <w:szCs w:val="20"/>
        </w:rPr>
        <w:t>3</w:t>
      </w:r>
      <w:r w:rsidR="00693000">
        <w:rPr>
          <w:rFonts w:ascii="Corbel" w:hAnsi="Corbel"/>
          <w:sz w:val="20"/>
          <w:szCs w:val="20"/>
        </w:rPr>
        <w:t xml:space="preserve"> </w:t>
      </w:r>
    </w:p>
    <w:p w14:paraId="05DE2A38" w14:textId="77777777" w:rsidR="00530DD3" w:rsidRPr="009C54AE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B5BEF2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DE2234">
              <w:rPr>
                <w:rFonts w:ascii="Corbel" w:hAnsi="Corbel"/>
                <w:b w:val="0"/>
                <w:sz w:val="24"/>
                <w:szCs w:val="24"/>
              </w:rPr>
              <w:t>elementami terminologii specjalistycznej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EE21371" w:rsidR="0085747A" w:rsidRPr="009C54AE" w:rsidRDefault="00E066F7" w:rsidP="00F636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13EB796C" w:rsidR="0085747A" w:rsidRPr="009C54AE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48717B06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4F392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1A168E2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DC9B66" w:rsidR="0045566A" w:rsidRDefault="00B94FC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A03DA" w:rsidRPr="009C54AE" w14:paraId="4C4095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44C" w14:textId="34CF878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55DF6B6D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772924E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6F41CCAB" w:rsidR="001A6BA8" w:rsidRDefault="008F7340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  <w:p w14:paraId="416F8C05" w14:textId="234F737E" w:rsidR="001A6BA8" w:rsidRDefault="008F7340" w:rsidP="00B17A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D0639">
              <w:rPr>
                <w:rFonts w:ascii="Corbel" w:hAnsi="Corbel"/>
                <w:b w:val="0"/>
                <w:bCs/>
                <w:smallCaps w:val="0"/>
                <w:szCs w:val="24"/>
              </w:rPr>
              <w:t>interpretuje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pedagogicznej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zastosuje specjalistyczne słownictwo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</w:t>
            </w:r>
            <w:r w:rsidR="0026009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dziedziny pedagogiki 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różnorodnych obszarach posługując się poprawnie terminologią pedagogiczną </w:t>
            </w:r>
            <w:r w:rsidR="00146EB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angielskim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2EE30F85" w:rsidR="0085747A" w:rsidRPr="004C3BD6" w:rsidRDefault="0085747A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136AD613" w:rsidR="00B17AFA" w:rsidRPr="00B17AFA" w:rsidRDefault="008F7340" w:rsidP="00B17A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58B9E083" w:rsidR="001A6BA8" w:rsidRDefault="00B17AFA" w:rsidP="00B17A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motywacji do samokształcenia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>w zakresie języka angielskiego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8C6D24A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8F73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1966D2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oryginalnym;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C72E4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72E4D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9E4A19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indywidulanej/referatu.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60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60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59AE6B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5D2D4819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 </w:t>
            </w:r>
            <w:r w:rsidR="00E9082E">
              <w:rPr>
                <w:rFonts w:ascii="Corbel" w:hAnsi="Corbel"/>
                <w:sz w:val="24"/>
                <w:szCs w:val="24"/>
              </w:rPr>
              <w:t>(</w:t>
            </w:r>
            <w:r w:rsidR="00622A35">
              <w:rPr>
                <w:rFonts w:ascii="Corbel" w:hAnsi="Corbel"/>
                <w:sz w:val="24"/>
                <w:szCs w:val="24"/>
              </w:rPr>
              <w:t>po dwie godziny w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26D4E62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4FC0">
              <w:rPr>
                <w:rFonts w:ascii="Corbel" w:hAnsi="Corbel"/>
                <w:sz w:val="24"/>
                <w:szCs w:val="24"/>
              </w:rPr>
              <w:t>przygotowanie pracy projektowej, przygotowanie do sprawdzianów pisemnych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8171D4" w14:textId="3A3D78A4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97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2CEB169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4FC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65E31D2" w:rsidR="0085747A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1A53EEE6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2100A0A9" w14:textId="77777777" w:rsidR="0099450E" w:rsidRDefault="0099450E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216DFA" w14:textId="30202DBA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5D870ED9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0851857" w14:textId="21518DF6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0BFE08C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D0399A5" w14:textId="508F6FB1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29BCB23E" w14:textId="77777777" w:rsidR="00B94FC0" w:rsidRPr="00AC558A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E066F7" w:rsidRDefault="006470A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F7DA7D8" w14:textId="77777777" w:rsidR="006470AE" w:rsidRPr="008D2865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8642BF8" w14:textId="6C162DF4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29EDD457" w14:textId="470EBF4D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1BCDD174" w14:textId="70AF4174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07C13ACD" w14:textId="77777777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35F7BFEE" w14:textId="23F7DA42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767CE8D8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8AEA98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856C0F3" w14:textId="55992D78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C8607E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FCA9F" w14:textId="77777777" w:rsidR="00A51D80" w:rsidRDefault="00A51D80" w:rsidP="00C16ABF">
      <w:pPr>
        <w:spacing w:after="0" w:line="240" w:lineRule="auto"/>
      </w:pPr>
      <w:r>
        <w:separator/>
      </w:r>
    </w:p>
  </w:endnote>
  <w:endnote w:type="continuationSeparator" w:id="0">
    <w:p w14:paraId="1848B1A7" w14:textId="77777777" w:rsidR="00A51D80" w:rsidRDefault="00A51D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488DF" w14:textId="77777777" w:rsidR="00A51D80" w:rsidRDefault="00A51D80" w:rsidP="00C16ABF">
      <w:pPr>
        <w:spacing w:after="0" w:line="240" w:lineRule="auto"/>
      </w:pPr>
      <w:r>
        <w:separator/>
      </w:r>
    </w:p>
  </w:footnote>
  <w:footnote w:type="continuationSeparator" w:id="0">
    <w:p w14:paraId="70565751" w14:textId="77777777" w:rsidR="00A51D80" w:rsidRDefault="00A51D8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296F"/>
    <w:rsid w:val="000A2A28"/>
    <w:rsid w:val="000A3CDF"/>
    <w:rsid w:val="000A6FAF"/>
    <w:rsid w:val="000B192D"/>
    <w:rsid w:val="000B28E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4B13"/>
    <w:rsid w:val="00146BC0"/>
    <w:rsid w:val="00146EB9"/>
    <w:rsid w:val="00153C41"/>
    <w:rsid w:val="00154381"/>
    <w:rsid w:val="0016217A"/>
    <w:rsid w:val="001640A7"/>
    <w:rsid w:val="00164FA7"/>
    <w:rsid w:val="00166A03"/>
    <w:rsid w:val="001718A7"/>
    <w:rsid w:val="001737CF"/>
    <w:rsid w:val="00176083"/>
    <w:rsid w:val="00176858"/>
    <w:rsid w:val="00192F37"/>
    <w:rsid w:val="001962F8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36F9"/>
    <w:rsid w:val="0024028F"/>
    <w:rsid w:val="00244ABC"/>
    <w:rsid w:val="002541C3"/>
    <w:rsid w:val="00260095"/>
    <w:rsid w:val="00281FF2"/>
    <w:rsid w:val="002857DE"/>
    <w:rsid w:val="00291567"/>
    <w:rsid w:val="002A22BF"/>
    <w:rsid w:val="002A2389"/>
    <w:rsid w:val="002A671D"/>
    <w:rsid w:val="002A7D8E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F02A3"/>
    <w:rsid w:val="002F4ABE"/>
    <w:rsid w:val="002F5D8A"/>
    <w:rsid w:val="00301359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3928"/>
    <w:rsid w:val="004F55A3"/>
    <w:rsid w:val="0050496F"/>
    <w:rsid w:val="00513B6F"/>
    <w:rsid w:val="00517C63"/>
    <w:rsid w:val="00530DD3"/>
    <w:rsid w:val="005363C4"/>
    <w:rsid w:val="00536BDE"/>
    <w:rsid w:val="00543ACC"/>
    <w:rsid w:val="0056696D"/>
    <w:rsid w:val="00585FEB"/>
    <w:rsid w:val="0059484D"/>
    <w:rsid w:val="005A0855"/>
    <w:rsid w:val="005A3196"/>
    <w:rsid w:val="005A6917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87E9E"/>
    <w:rsid w:val="00693000"/>
    <w:rsid w:val="00695CEB"/>
    <w:rsid w:val="00696477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6E56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7312"/>
    <w:rsid w:val="009508DF"/>
    <w:rsid w:val="00950DAC"/>
    <w:rsid w:val="00951AE2"/>
    <w:rsid w:val="00954A07"/>
    <w:rsid w:val="0099450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D80"/>
    <w:rsid w:val="00A53FA5"/>
    <w:rsid w:val="00A54817"/>
    <w:rsid w:val="00A601C8"/>
    <w:rsid w:val="00A60799"/>
    <w:rsid w:val="00A81E05"/>
    <w:rsid w:val="00A84C85"/>
    <w:rsid w:val="00A960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53D"/>
    <w:rsid w:val="00B94FC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6DF"/>
    <w:rsid w:val="00C77247"/>
    <w:rsid w:val="00C8607E"/>
    <w:rsid w:val="00C9209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A2114"/>
    <w:rsid w:val="00DC74DF"/>
    <w:rsid w:val="00DE09C0"/>
    <w:rsid w:val="00DE2234"/>
    <w:rsid w:val="00DE4A14"/>
    <w:rsid w:val="00DF320D"/>
    <w:rsid w:val="00DF71C8"/>
    <w:rsid w:val="00E066F7"/>
    <w:rsid w:val="00E07425"/>
    <w:rsid w:val="00E10B47"/>
    <w:rsid w:val="00E129B8"/>
    <w:rsid w:val="00E1417B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63667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C6F26-F7E1-49BC-80D3-993FD8680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1929</Words>
  <Characters>11580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2020-10-13T08:10:00Z</cp:lastPrinted>
  <dcterms:created xsi:type="dcterms:W3CDTF">2019-11-20T16:33:00Z</dcterms:created>
  <dcterms:modified xsi:type="dcterms:W3CDTF">2021-09-24T10:20:00Z</dcterms:modified>
</cp:coreProperties>
</file>